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C2D9D" w14:textId="77777777" w:rsidR="00734DA4" w:rsidRPr="00764F0F" w:rsidRDefault="00B613B5" w:rsidP="00B613B5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64F0F">
        <w:rPr>
          <w:rFonts w:ascii="Times New Roman" w:hAnsi="Times New Roman" w:cs="Times New Roman"/>
          <w:b/>
          <w:sz w:val="20"/>
          <w:szCs w:val="20"/>
          <w:u w:val="single"/>
        </w:rPr>
        <w:t>Mindset Quiz &amp; Scoring Sheet</w:t>
      </w:r>
    </w:p>
    <w:p w14:paraId="6C6EB886" w14:textId="77777777" w:rsidR="00B613B5" w:rsidRPr="00764F0F" w:rsidRDefault="00B613B5">
      <w:pPr>
        <w:rPr>
          <w:rFonts w:ascii="Times New Roman" w:hAnsi="Times New Roman" w:cs="Times New Roman"/>
          <w:sz w:val="20"/>
          <w:szCs w:val="20"/>
        </w:rPr>
      </w:pPr>
    </w:p>
    <w:p w14:paraId="052B6BB9" w14:textId="7419A3C3" w:rsidR="00B613B5" w:rsidRPr="00764F0F" w:rsidRDefault="00B613B5">
      <w:pPr>
        <w:rPr>
          <w:rFonts w:ascii="Times New Roman" w:hAnsi="Times New Roman" w:cs="Times New Roman"/>
          <w:sz w:val="20"/>
          <w:szCs w:val="20"/>
        </w:rPr>
      </w:pPr>
      <w:r w:rsidRPr="00764F0F">
        <w:rPr>
          <w:rFonts w:ascii="Times New Roman" w:hAnsi="Times New Roman" w:cs="Times New Roman"/>
          <w:sz w:val="20"/>
          <w:szCs w:val="20"/>
        </w:rPr>
        <w:t>Please read each statement carefully and choose the extent to which you agree or disagree. Place the corresponding point value in the column next to the question. Add a</w:t>
      </w:r>
      <w:bookmarkStart w:id="0" w:name="_GoBack"/>
      <w:bookmarkEnd w:id="0"/>
      <w:r w:rsidRPr="00764F0F">
        <w:rPr>
          <w:rFonts w:ascii="Times New Roman" w:hAnsi="Times New Roman" w:cs="Times New Roman"/>
          <w:sz w:val="20"/>
          <w:szCs w:val="20"/>
        </w:rPr>
        <w:t>ll point values to obtain your total score on the quiz.</w:t>
      </w:r>
    </w:p>
    <w:p w14:paraId="659E8157" w14:textId="77777777" w:rsidR="00130862" w:rsidRPr="00B613B5" w:rsidRDefault="00130862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"/>
        <w:gridCol w:w="3237"/>
        <w:gridCol w:w="1099"/>
        <w:gridCol w:w="753"/>
        <w:gridCol w:w="947"/>
        <w:gridCol w:w="1126"/>
        <w:gridCol w:w="998"/>
        <w:gridCol w:w="1155"/>
        <w:gridCol w:w="786"/>
      </w:tblGrid>
      <w:tr w:rsidR="00B613B5" w:rsidRPr="00764F0F" w14:paraId="7C5B7F1E" w14:textId="77777777" w:rsidTr="00B613B5">
        <w:tc>
          <w:tcPr>
            <w:tcW w:w="0" w:type="auto"/>
            <w:gridSpan w:val="2"/>
          </w:tcPr>
          <w:p w14:paraId="6DD03966" w14:textId="77777777" w:rsidR="00B613B5" w:rsidRPr="00764F0F" w:rsidRDefault="00B613B5" w:rsidP="00B10F2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b/>
                <w:sz w:val="21"/>
                <w:szCs w:val="21"/>
              </w:rPr>
              <w:t>Question</w:t>
            </w:r>
          </w:p>
        </w:tc>
        <w:tc>
          <w:tcPr>
            <w:tcW w:w="0" w:type="auto"/>
          </w:tcPr>
          <w:p w14:paraId="6836E9CD" w14:textId="77777777" w:rsidR="00B613B5" w:rsidRPr="00764F0F" w:rsidRDefault="00B613B5" w:rsidP="00B10F2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b/>
                <w:sz w:val="21"/>
                <w:szCs w:val="21"/>
              </w:rPr>
              <w:t>Strongly Agree</w:t>
            </w:r>
          </w:p>
        </w:tc>
        <w:tc>
          <w:tcPr>
            <w:tcW w:w="0" w:type="auto"/>
          </w:tcPr>
          <w:p w14:paraId="1DB43F1B" w14:textId="77777777" w:rsidR="00B613B5" w:rsidRPr="00764F0F" w:rsidRDefault="00B613B5" w:rsidP="00B10F2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b/>
                <w:sz w:val="21"/>
                <w:szCs w:val="21"/>
              </w:rPr>
              <w:t>Agree</w:t>
            </w:r>
          </w:p>
        </w:tc>
        <w:tc>
          <w:tcPr>
            <w:tcW w:w="0" w:type="auto"/>
          </w:tcPr>
          <w:p w14:paraId="26E5BC49" w14:textId="77777777" w:rsidR="00B613B5" w:rsidRPr="00764F0F" w:rsidRDefault="00B613B5" w:rsidP="00B10F2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b/>
                <w:sz w:val="21"/>
                <w:szCs w:val="21"/>
              </w:rPr>
              <w:t>Mostly Agree</w:t>
            </w:r>
          </w:p>
        </w:tc>
        <w:tc>
          <w:tcPr>
            <w:tcW w:w="0" w:type="auto"/>
          </w:tcPr>
          <w:p w14:paraId="56750F50" w14:textId="77777777" w:rsidR="00B613B5" w:rsidRPr="00764F0F" w:rsidRDefault="00B613B5" w:rsidP="00B10F2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b/>
                <w:sz w:val="21"/>
                <w:szCs w:val="21"/>
              </w:rPr>
              <w:t>Mostly Disagree</w:t>
            </w:r>
          </w:p>
        </w:tc>
        <w:tc>
          <w:tcPr>
            <w:tcW w:w="0" w:type="auto"/>
          </w:tcPr>
          <w:p w14:paraId="63D96540" w14:textId="77777777" w:rsidR="00B613B5" w:rsidRPr="00764F0F" w:rsidRDefault="00B613B5" w:rsidP="00B10F2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b/>
                <w:sz w:val="21"/>
                <w:szCs w:val="21"/>
              </w:rPr>
              <w:t>Disagree</w:t>
            </w:r>
          </w:p>
        </w:tc>
        <w:tc>
          <w:tcPr>
            <w:tcW w:w="0" w:type="auto"/>
          </w:tcPr>
          <w:p w14:paraId="260E2563" w14:textId="77777777" w:rsidR="00B613B5" w:rsidRPr="00764F0F" w:rsidRDefault="00B613B5" w:rsidP="00B10F2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b/>
                <w:sz w:val="21"/>
                <w:szCs w:val="21"/>
              </w:rPr>
              <w:t>Strongly Disagree</w:t>
            </w:r>
          </w:p>
        </w:tc>
        <w:tc>
          <w:tcPr>
            <w:tcW w:w="0" w:type="auto"/>
          </w:tcPr>
          <w:p w14:paraId="07BD1857" w14:textId="77777777" w:rsidR="00B613B5" w:rsidRPr="00764F0F" w:rsidRDefault="00B613B5" w:rsidP="00B10F2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b/>
                <w:sz w:val="21"/>
                <w:szCs w:val="21"/>
              </w:rPr>
              <w:t>My Score</w:t>
            </w:r>
          </w:p>
        </w:tc>
      </w:tr>
      <w:tr w:rsidR="00B613B5" w:rsidRPr="00764F0F" w14:paraId="6E1383A7" w14:textId="77777777" w:rsidTr="00B613B5">
        <w:tc>
          <w:tcPr>
            <w:tcW w:w="0" w:type="auto"/>
          </w:tcPr>
          <w:p w14:paraId="5D28A6F8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7B9A68B5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You are born with a certain amount of intelligence and can’t really do much to change it.</w:t>
            </w:r>
          </w:p>
        </w:tc>
        <w:tc>
          <w:tcPr>
            <w:tcW w:w="0" w:type="auto"/>
          </w:tcPr>
          <w:p w14:paraId="6DAFE82E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106B1371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76D58AB9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7937CFA4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6D25D145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5EDA264C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71FC108A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613B5" w:rsidRPr="00764F0F" w14:paraId="0B0558F6" w14:textId="77777777" w:rsidTr="00B613B5">
        <w:tc>
          <w:tcPr>
            <w:tcW w:w="0" w:type="auto"/>
          </w:tcPr>
          <w:p w14:paraId="7DAE91E1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2D1F5A74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You can significantly change how intelligent you are.</w:t>
            </w:r>
          </w:p>
        </w:tc>
        <w:tc>
          <w:tcPr>
            <w:tcW w:w="0" w:type="auto"/>
          </w:tcPr>
          <w:p w14:paraId="26DDD568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2750B247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5DD409CF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2A8936FF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6D0FA495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0C29E111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3DAC033F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613B5" w:rsidRPr="00764F0F" w14:paraId="0F944069" w14:textId="77777777" w:rsidTr="00B613B5">
        <w:tc>
          <w:tcPr>
            <w:tcW w:w="0" w:type="auto"/>
          </w:tcPr>
          <w:p w14:paraId="67329D5F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1BCC34B5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You can learn new things, but you can’t really change your basic intelligence.</w:t>
            </w:r>
          </w:p>
        </w:tc>
        <w:tc>
          <w:tcPr>
            <w:tcW w:w="0" w:type="auto"/>
          </w:tcPr>
          <w:p w14:paraId="040ECC83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46C87F60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4CB7226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5BE6E156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435F8FA9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4417240E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46CF08DF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613B5" w:rsidRPr="00764F0F" w14:paraId="55C65CDA" w14:textId="77777777" w:rsidTr="00B613B5">
        <w:tc>
          <w:tcPr>
            <w:tcW w:w="0" w:type="auto"/>
          </w:tcPr>
          <w:p w14:paraId="4577B71D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1CB8AB81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You can significantly change your basic level of intelligence.</w:t>
            </w:r>
          </w:p>
        </w:tc>
        <w:tc>
          <w:tcPr>
            <w:tcW w:w="0" w:type="auto"/>
          </w:tcPr>
          <w:p w14:paraId="739830C7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309435FC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40E7C968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172671DA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38EA6E38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49332C3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6E0F2333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613B5" w:rsidRPr="00764F0F" w14:paraId="0BD33B95" w14:textId="77777777" w:rsidTr="00B613B5">
        <w:tc>
          <w:tcPr>
            <w:tcW w:w="0" w:type="auto"/>
          </w:tcPr>
          <w:p w14:paraId="35E504D1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2DF695CD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You have a certain amount of empathy and can’t really do much to change it.</w:t>
            </w:r>
          </w:p>
        </w:tc>
        <w:tc>
          <w:tcPr>
            <w:tcW w:w="0" w:type="auto"/>
          </w:tcPr>
          <w:p w14:paraId="67DDA513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3D12AE4F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0B5CF77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29E4B5A4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46190AE7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49C40DD8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0153EDB7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613B5" w:rsidRPr="00764F0F" w14:paraId="7A8F1842" w14:textId="77777777" w:rsidTr="00B613B5">
        <w:tc>
          <w:tcPr>
            <w:tcW w:w="0" w:type="auto"/>
          </w:tcPr>
          <w:p w14:paraId="41A17C27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0" w:type="auto"/>
          </w:tcPr>
          <w:p w14:paraId="6B24ABE9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You can always significantly change how empathetic you are.</w:t>
            </w:r>
          </w:p>
        </w:tc>
        <w:tc>
          <w:tcPr>
            <w:tcW w:w="0" w:type="auto"/>
          </w:tcPr>
          <w:p w14:paraId="78E3F397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5C04E210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4261638B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2D349C45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565BD590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C1CCEA1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182FBDBF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613B5" w:rsidRPr="00764F0F" w14:paraId="01F50A9C" w14:textId="77777777" w:rsidTr="00B613B5">
        <w:tc>
          <w:tcPr>
            <w:tcW w:w="0" w:type="auto"/>
          </w:tcPr>
          <w:p w14:paraId="5EA28DF1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0" w:type="auto"/>
          </w:tcPr>
          <w:p w14:paraId="1D2C3B08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You</w:t>
            </w:r>
            <w:r w:rsidR="0012307A" w:rsidRPr="00764F0F">
              <w:rPr>
                <w:rFonts w:ascii="Times New Roman" w:hAnsi="Times New Roman" w:cs="Times New Roman"/>
                <w:sz w:val="21"/>
                <w:szCs w:val="21"/>
              </w:rPr>
              <w:t xml:space="preserve"> can learn to understand people</w:t>
            </w: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 xml:space="preserve"> but you can’t really change your basic level of empathy.</w:t>
            </w:r>
          </w:p>
        </w:tc>
        <w:tc>
          <w:tcPr>
            <w:tcW w:w="0" w:type="auto"/>
          </w:tcPr>
          <w:p w14:paraId="44E16BA3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16EB1BDE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5498CA58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049782BD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437F4E4C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05EB97F3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3A30ECB1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613B5" w:rsidRPr="00764F0F" w14:paraId="741F058E" w14:textId="77777777" w:rsidTr="00B613B5">
        <w:tc>
          <w:tcPr>
            <w:tcW w:w="0" w:type="auto"/>
          </w:tcPr>
          <w:p w14:paraId="30A4C103" w14:textId="77777777" w:rsidR="00B613B5" w:rsidRPr="00764F0F" w:rsidRDefault="00B613B5" w:rsidP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0" w:type="auto"/>
          </w:tcPr>
          <w:p w14:paraId="3B8D6EBA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No matter how much empathy you have, you can always change a lot.</w:t>
            </w:r>
          </w:p>
        </w:tc>
        <w:tc>
          <w:tcPr>
            <w:tcW w:w="0" w:type="auto"/>
          </w:tcPr>
          <w:p w14:paraId="3BDDAFDC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42B0600A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036146AA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45E091DE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5348CEA2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2B2C06A7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5307FA6D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613B5" w:rsidRPr="00764F0F" w14:paraId="230379D1" w14:textId="77777777" w:rsidTr="00B613B5">
        <w:tc>
          <w:tcPr>
            <w:tcW w:w="0" w:type="auto"/>
          </w:tcPr>
          <w:p w14:paraId="6525103F" w14:textId="77777777" w:rsidR="00B613B5" w:rsidRPr="00764F0F" w:rsidRDefault="00B613B5" w:rsidP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0" w:type="auto"/>
          </w:tcPr>
          <w:p w14:paraId="59ED1DDF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You can’t really change your ability to communicate with patients.</w:t>
            </w:r>
          </w:p>
        </w:tc>
        <w:tc>
          <w:tcPr>
            <w:tcW w:w="0" w:type="auto"/>
          </w:tcPr>
          <w:p w14:paraId="789FDDCF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280D3A53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E8339D4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2B4E2BEB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70F7AF29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69079B19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63D5FACD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613B5" w:rsidRPr="00764F0F" w14:paraId="2350286A" w14:textId="77777777" w:rsidTr="00B613B5">
        <w:tc>
          <w:tcPr>
            <w:tcW w:w="0" w:type="auto"/>
          </w:tcPr>
          <w:p w14:paraId="57651D9E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0" w:type="auto"/>
          </w:tcPr>
          <w:p w14:paraId="5D2E164E" w14:textId="77777777" w:rsidR="00B613B5" w:rsidRPr="00764F0F" w:rsidRDefault="00B613B5" w:rsidP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You can change your basic ability to communicate significantly.</w:t>
            </w:r>
          </w:p>
        </w:tc>
        <w:tc>
          <w:tcPr>
            <w:tcW w:w="0" w:type="auto"/>
          </w:tcPr>
          <w:p w14:paraId="4C1A9B5B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33C6D6EA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6E2F9537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327C4063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63BEF4E6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2FC5FAB7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59300C2E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613B5" w:rsidRPr="00764F0F" w14:paraId="080071DF" w14:textId="77777777" w:rsidTr="00B613B5">
        <w:tc>
          <w:tcPr>
            <w:tcW w:w="0" w:type="auto"/>
          </w:tcPr>
          <w:p w14:paraId="552B2CF8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0" w:type="auto"/>
          </w:tcPr>
          <w:p w14:paraId="7469045A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You can learn new phrases to use in patient interviews but you can’t really change your basic ability to communicate with patients.</w:t>
            </w:r>
          </w:p>
        </w:tc>
        <w:tc>
          <w:tcPr>
            <w:tcW w:w="0" w:type="auto"/>
          </w:tcPr>
          <w:p w14:paraId="7BD8DDDD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49C45A26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0CC34F2E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3BC1565A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031A8ED8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2CE6A746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27ABE1C1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613B5" w:rsidRPr="00764F0F" w14:paraId="644B5783" w14:textId="77777777" w:rsidTr="00B613B5">
        <w:tc>
          <w:tcPr>
            <w:tcW w:w="0" w:type="auto"/>
          </w:tcPr>
          <w:p w14:paraId="141D39CD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0" w:type="auto"/>
          </w:tcPr>
          <w:p w14:paraId="403F3362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You can always considerably change your ability to communicate with patients.</w:t>
            </w:r>
          </w:p>
        </w:tc>
        <w:tc>
          <w:tcPr>
            <w:tcW w:w="0" w:type="auto"/>
          </w:tcPr>
          <w:p w14:paraId="53A2FC22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2EAF93C5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20C4CA3B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388EEEDC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5E6E34F4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44F255F9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1FD9096D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613B5" w:rsidRPr="00764F0F" w14:paraId="6CDCD559" w14:textId="77777777" w:rsidTr="00B613B5">
        <w:tc>
          <w:tcPr>
            <w:tcW w:w="0" w:type="auto"/>
          </w:tcPr>
          <w:p w14:paraId="39693048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0" w:type="auto"/>
          </w:tcPr>
          <w:p w14:paraId="136DFF05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You can’t really change how resilient you are.</w:t>
            </w:r>
          </w:p>
        </w:tc>
        <w:tc>
          <w:tcPr>
            <w:tcW w:w="0" w:type="auto"/>
          </w:tcPr>
          <w:p w14:paraId="7DDD1384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2542B1B4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0AA81EE2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6EB58B6E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45B2F82B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7DE7512D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2E221719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613B5" w:rsidRPr="00764F0F" w14:paraId="59AC7E75" w14:textId="77777777" w:rsidTr="00B613B5">
        <w:tc>
          <w:tcPr>
            <w:tcW w:w="0" w:type="auto"/>
          </w:tcPr>
          <w:p w14:paraId="6EF1AB2B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0" w:type="auto"/>
          </w:tcPr>
          <w:p w14:paraId="484089EE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You can significantly change how resilient you are.</w:t>
            </w:r>
          </w:p>
        </w:tc>
        <w:tc>
          <w:tcPr>
            <w:tcW w:w="0" w:type="auto"/>
          </w:tcPr>
          <w:p w14:paraId="6EF84C4B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4693DB79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31577F1C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04B419F6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0C549C1B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24F571F4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772175AE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613B5" w:rsidRPr="00764F0F" w14:paraId="3275EC5B" w14:textId="77777777" w:rsidTr="00B613B5">
        <w:tc>
          <w:tcPr>
            <w:tcW w:w="0" w:type="auto"/>
          </w:tcPr>
          <w:p w14:paraId="497C3E39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0" w:type="auto"/>
          </w:tcPr>
          <w:p w14:paraId="3E6BE3E1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You can learn new ways to deal with stress</w:t>
            </w:r>
            <w:r w:rsidR="0012307A" w:rsidRPr="00764F0F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 xml:space="preserve"> but you cannot really change how resilient you are.</w:t>
            </w:r>
          </w:p>
        </w:tc>
        <w:tc>
          <w:tcPr>
            <w:tcW w:w="0" w:type="auto"/>
          </w:tcPr>
          <w:p w14:paraId="4C11FA0A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68B24086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9624E4A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6B623F27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331DA5F1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1373E240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5FBB609A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613B5" w:rsidRPr="00764F0F" w14:paraId="048804B6" w14:textId="77777777" w:rsidTr="00B613B5">
        <w:tc>
          <w:tcPr>
            <w:tcW w:w="0" w:type="auto"/>
          </w:tcPr>
          <w:p w14:paraId="70F934EC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0" w:type="auto"/>
          </w:tcPr>
          <w:p w14:paraId="23704815" w14:textId="77777777" w:rsidR="00B613B5" w:rsidRPr="00764F0F" w:rsidRDefault="00B613B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Your resilience is something about you that you can change very much.</w:t>
            </w:r>
          </w:p>
        </w:tc>
        <w:tc>
          <w:tcPr>
            <w:tcW w:w="0" w:type="auto"/>
          </w:tcPr>
          <w:p w14:paraId="258A1B55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3E474D38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506A1FCE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12530019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153785E4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0E184842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5498C9F1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613B5" w:rsidRPr="00764F0F" w14:paraId="4E86100F" w14:textId="77777777" w:rsidTr="00B613B5">
        <w:tc>
          <w:tcPr>
            <w:tcW w:w="0" w:type="auto"/>
            <w:gridSpan w:val="8"/>
          </w:tcPr>
          <w:p w14:paraId="71296BA4" w14:textId="77777777" w:rsidR="00B613B5" w:rsidRPr="00764F0F" w:rsidRDefault="00B613B5" w:rsidP="00B613B5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64F0F">
              <w:rPr>
                <w:rFonts w:ascii="Times New Roman" w:hAnsi="Times New Roman" w:cs="Times New Roman"/>
                <w:b/>
                <w:sz w:val="21"/>
                <w:szCs w:val="21"/>
              </w:rPr>
              <w:t>Total Score:</w:t>
            </w:r>
          </w:p>
        </w:tc>
        <w:tc>
          <w:tcPr>
            <w:tcW w:w="0" w:type="auto"/>
          </w:tcPr>
          <w:p w14:paraId="5D137540" w14:textId="77777777" w:rsidR="00B613B5" w:rsidRPr="00764F0F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0822FA4D" w14:textId="77777777" w:rsidR="00B613B5" w:rsidRPr="00130862" w:rsidRDefault="00B613B5">
      <w:pPr>
        <w:rPr>
          <w:rFonts w:ascii="Times New Roman" w:hAnsi="Times New Roman" w:cs="Times New Roman"/>
          <w:sz w:val="16"/>
          <w:szCs w:val="16"/>
        </w:rPr>
      </w:pPr>
    </w:p>
    <w:p w14:paraId="47392306" w14:textId="77777777" w:rsidR="00764F0F" w:rsidRDefault="00764F0F" w:rsidP="00360014">
      <w:pPr>
        <w:rPr>
          <w:rFonts w:ascii="Times New Roman" w:hAnsi="Times New Roman" w:cs="Times New Roman"/>
          <w:i/>
          <w:sz w:val="16"/>
          <w:szCs w:val="16"/>
        </w:rPr>
      </w:pPr>
    </w:p>
    <w:p w14:paraId="199A4406" w14:textId="3D669E01" w:rsidR="00130862" w:rsidRPr="00130862" w:rsidRDefault="00B613B5" w:rsidP="00360014">
      <w:pPr>
        <w:rPr>
          <w:rFonts w:ascii="Times New Roman" w:hAnsi="Times New Roman" w:cs="Times New Roman"/>
          <w:i/>
          <w:sz w:val="16"/>
          <w:szCs w:val="16"/>
        </w:rPr>
      </w:pPr>
      <w:r w:rsidRPr="00130862">
        <w:rPr>
          <w:rFonts w:ascii="Times New Roman" w:hAnsi="Times New Roman" w:cs="Times New Roman"/>
          <w:i/>
          <w:sz w:val="16"/>
          <w:szCs w:val="16"/>
        </w:rPr>
        <w:t xml:space="preserve">Adapted from: </w:t>
      </w:r>
      <w:proofErr w:type="spellStart"/>
      <w:r w:rsidRPr="00130862">
        <w:rPr>
          <w:rFonts w:ascii="Times New Roman" w:hAnsi="Times New Roman" w:cs="Times New Roman"/>
          <w:i/>
          <w:sz w:val="16"/>
          <w:szCs w:val="16"/>
        </w:rPr>
        <w:t>Dweck</w:t>
      </w:r>
      <w:proofErr w:type="spellEnd"/>
      <w:r w:rsidRPr="00130862">
        <w:rPr>
          <w:rFonts w:ascii="Times New Roman" w:hAnsi="Times New Roman" w:cs="Times New Roman"/>
          <w:i/>
          <w:sz w:val="16"/>
          <w:szCs w:val="16"/>
        </w:rPr>
        <w:t xml:space="preserve">, C.S. (2006) Mindset: The new psychology of success. New York: Random House Inc. by Monique </w:t>
      </w:r>
      <w:proofErr w:type="spellStart"/>
      <w:r w:rsidRPr="00130862">
        <w:rPr>
          <w:rFonts w:ascii="Times New Roman" w:hAnsi="Times New Roman" w:cs="Times New Roman"/>
          <w:i/>
          <w:sz w:val="16"/>
          <w:szCs w:val="16"/>
        </w:rPr>
        <w:t>Naifeh</w:t>
      </w:r>
      <w:proofErr w:type="spellEnd"/>
      <w:r w:rsidRPr="00130862">
        <w:rPr>
          <w:rFonts w:ascii="Times New Roman" w:hAnsi="Times New Roman" w:cs="Times New Roman"/>
          <w:i/>
          <w:sz w:val="16"/>
          <w:szCs w:val="16"/>
        </w:rPr>
        <w:t>, MD, University of Oklahoma Health Science Center (</w:t>
      </w:r>
      <w:hyperlink r:id="rId4" w:history="1">
        <w:r w:rsidR="00130862" w:rsidRPr="00130862">
          <w:rPr>
            <w:rStyle w:val="Hyperlink"/>
            <w:rFonts w:ascii="Times New Roman" w:hAnsi="Times New Roman" w:cs="Times New Roman"/>
            <w:i/>
            <w:sz w:val="16"/>
            <w:szCs w:val="16"/>
          </w:rPr>
          <w:t>Monique-mange@ouhsc.edu</w:t>
        </w:r>
      </w:hyperlink>
      <w:r w:rsidRPr="00130862">
        <w:rPr>
          <w:rFonts w:ascii="Times New Roman" w:hAnsi="Times New Roman" w:cs="Times New Roman"/>
          <w:i/>
          <w:sz w:val="16"/>
          <w:szCs w:val="16"/>
        </w:rPr>
        <w:t>).</w:t>
      </w:r>
    </w:p>
    <w:p w14:paraId="24C85C3D" w14:textId="77777777" w:rsidR="00130862" w:rsidRPr="00130862" w:rsidRDefault="00130862" w:rsidP="00360014">
      <w:pPr>
        <w:rPr>
          <w:rFonts w:ascii="Times New Roman" w:hAnsi="Times New Roman" w:cs="Times New Roman"/>
          <w:i/>
          <w:sz w:val="16"/>
          <w:szCs w:val="16"/>
        </w:rPr>
      </w:pPr>
    </w:p>
    <w:p w14:paraId="35875BC4" w14:textId="77777777" w:rsidR="00130862" w:rsidRPr="00130862" w:rsidRDefault="00130862" w:rsidP="00130862">
      <w:pPr>
        <w:rPr>
          <w:rFonts w:ascii="Times New Roman" w:hAnsi="Times New Roman" w:cs="Times New Roman"/>
          <w:i/>
          <w:sz w:val="16"/>
          <w:szCs w:val="16"/>
        </w:rPr>
      </w:pPr>
      <w:r w:rsidRPr="00130862">
        <w:rPr>
          <w:rFonts w:ascii="Times New Roman" w:hAnsi="Times New Roman" w:cs="Times New Roman"/>
          <w:i/>
          <w:sz w:val="16"/>
          <w:szCs w:val="16"/>
        </w:rPr>
        <w:t>Adapted from Mind Makeover: Cultivating a Growth Mindset. 2017 ICRE Meeting, Quebec, Canada. Teri Turner, MD, MPH, MEd, and Melissa Carbajal, MD Texas Children’s Hospital and Baylor College of Medicine, Houston, Texas.</w:t>
      </w:r>
    </w:p>
    <w:p w14:paraId="481F3F28" w14:textId="19D94B13" w:rsidR="00360014" w:rsidRPr="00130862" w:rsidRDefault="00360014" w:rsidP="00130862">
      <w:pPr>
        <w:rPr>
          <w:rFonts w:ascii="Times New Roman" w:hAnsi="Times New Roman" w:cs="Times New Roman"/>
          <w:i/>
          <w:sz w:val="16"/>
          <w:szCs w:val="16"/>
        </w:rPr>
      </w:pPr>
    </w:p>
    <w:sectPr w:rsidR="00360014" w:rsidRPr="00130862" w:rsidSect="00B613B5">
      <w:pgSz w:w="12240" w:h="15840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B5"/>
    <w:rsid w:val="0012307A"/>
    <w:rsid w:val="00130862"/>
    <w:rsid w:val="00360014"/>
    <w:rsid w:val="00436614"/>
    <w:rsid w:val="00614B4B"/>
    <w:rsid w:val="00695FC0"/>
    <w:rsid w:val="00734DA4"/>
    <w:rsid w:val="00764F0F"/>
    <w:rsid w:val="00B10F28"/>
    <w:rsid w:val="00B613B5"/>
    <w:rsid w:val="00D9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09193F"/>
  <w14:defaultImageDpi w14:val="300"/>
  <w15:docId w15:val="{FF825B49-E111-4630-8155-24C88829D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13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3086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8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8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nique-mange@ouhsc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 Yama</dc:creator>
  <cp:keywords/>
  <dc:description/>
  <cp:lastModifiedBy>Brie Yama</cp:lastModifiedBy>
  <cp:revision>4</cp:revision>
  <cp:lastPrinted>2019-09-24T15:25:00Z</cp:lastPrinted>
  <dcterms:created xsi:type="dcterms:W3CDTF">2019-07-02T11:49:00Z</dcterms:created>
  <dcterms:modified xsi:type="dcterms:W3CDTF">2019-09-24T15:53:00Z</dcterms:modified>
</cp:coreProperties>
</file>